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0A392" w14:textId="77777777" w:rsidR="009736BD" w:rsidRPr="00833C77" w:rsidRDefault="00FB7595" w:rsidP="00833C7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tbl>
      <w:tblPr>
        <w:tblpPr w:leftFromText="141" w:rightFromText="141" w:vertAnchor="text" w:tblpXSpec="right" w:tblpY="1"/>
        <w:tblOverlap w:val="never"/>
        <w:tblW w:w="1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30" w:color="auto" w:fill="auto"/>
        <w:tblLayout w:type="fixed"/>
        <w:tblLook w:val="0000" w:firstRow="0" w:lastRow="0" w:firstColumn="0" w:lastColumn="0" w:noHBand="0" w:noVBand="0"/>
      </w:tblPr>
      <w:tblGrid>
        <w:gridCol w:w="1711"/>
      </w:tblGrid>
      <w:tr w:rsidR="009736BD" w:rsidRPr="001B7DBD" w14:paraId="2AF36545" w14:textId="77777777" w:rsidTr="00C0578D">
        <w:trPr>
          <w:trHeight w:val="110"/>
        </w:trPr>
        <w:tc>
          <w:tcPr>
            <w:tcW w:w="1711" w:type="dxa"/>
            <w:shd w:val="pct30" w:color="auto" w:fill="auto"/>
          </w:tcPr>
          <w:p w14:paraId="68C00E59" w14:textId="0FE54FC9" w:rsidR="009736BD" w:rsidRPr="001B7DBD" w:rsidRDefault="009736BD" w:rsidP="00C0578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B7DB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Załącznik Nr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</w:tbl>
    <w:p w14:paraId="4383A8AD" w14:textId="6C74C684" w:rsidR="008C7584" w:rsidRPr="00833C77" w:rsidRDefault="008C7584" w:rsidP="00833C7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4147"/>
      </w:tblGrid>
      <w:tr w:rsidR="00833C77" w14:paraId="0B55491E" w14:textId="77777777" w:rsidTr="00833C77">
        <w:trPr>
          <w:trHeight w:val="1012"/>
        </w:trPr>
        <w:tc>
          <w:tcPr>
            <w:tcW w:w="41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FB3AF34" w14:textId="77777777" w:rsidR="00833C77" w:rsidRDefault="00833C77" w:rsidP="007D4415">
            <w:pPr>
              <w:tabs>
                <w:tab w:val="left" w:pos="3675"/>
              </w:tabs>
              <w:jc w:val="both"/>
              <w:rPr>
                <w:rFonts w:cs="Calibri"/>
                <w:color w:val="000000"/>
              </w:rPr>
            </w:pPr>
          </w:p>
        </w:tc>
      </w:tr>
      <w:tr w:rsidR="00833C77" w14:paraId="51375455" w14:textId="77777777" w:rsidTr="00833C77">
        <w:trPr>
          <w:trHeight w:val="395"/>
        </w:trPr>
        <w:tc>
          <w:tcPr>
            <w:tcW w:w="41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1E2B49A" w14:textId="7EDD331D" w:rsidR="00833C77" w:rsidRPr="00833C77" w:rsidRDefault="00833C77" w:rsidP="00833C77">
            <w:pPr>
              <w:tabs>
                <w:tab w:val="left" w:pos="3675"/>
              </w:tabs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33C7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Pieczęć / imię i nazwisko/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833C7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nazwa i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833C7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adres Wykonawcy</w:t>
            </w:r>
          </w:p>
        </w:tc>
      </w:tr>
    </w:tbl>
    <w:p w14:paraId="040CD7E1" w14:textId="77777777" w:rsidR="009D0BB2" w:rsidRDefault="009D0BB2" w:rsidP="008C7584">
      <w:pPr>
        <w:tabs>
          <w:tab w:val="left" w:pos="534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53B383C" w14:textId="2F0D1A01" w:rsidR="00B1095D" w:rsidRDefault="008C7584" w:rsidP="004331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 w:rsidRPr="00FB7595">
        <w:rPr>
          <w:rFonts w:asciiTheme="minorHAnsi" w:hAnsiTheme="minorHAnsi" w:cstheme="minorHAnsi"/>
          <w:b/>
        </w:rPr>
        <w:t xml:space="preserve">OŚWIADCZENIE WYKONAWCY </w:t>
      </w:r>
      <w:r w:rsidRPr="00FB7595">
        <w:rPr>
          <w:rFonts w:asciiTheme="minorHAnsi" w:hAnsiTheme="minorHAnsi" w:cstheme="minorHAnsi"/>
          <w:b/>
        </w:rPr>
        <w:br/>
      </w:r>
      <w:r w:rsidR="002F7CAE" w:rsidRPr="00FB7595">
        <w:rPr>
          <w:rFonts w:asciiTheme="minorHAnsi" w:hAnsiTheme="minorHAnsi" w:cstheme="minorHAnsi"/>
          <w:b/>
        </w:rPr>
        <w:t xml:space="preserve">O BRAKU </w:t>
      </w:r>
      <w:r w:rsidR="00BB6664" w:rsidRPr="00FB7595">
        <w:rPr>
          <w:rFonts w:asciiTheme="minorHAnsi" w:hAnsiTheme="minorHAnsi" w:cstheme="minorHAnsi"/>
          <w:b/>
        </w:rPr>
        <w:t>POWIĄZA</w:t>
      </w:r>
      <w:r w:rsidR="002F7CAE" w:rsidRPr="00FB7595">
        <w:rPr>
          <w:rFonts w:asciiTheme="minorHAnsi" w:hAnsiTheme="minorHAnsi" w:cstheme="minorHAnsi"/>
          <w:b/>
        </w:rPr>
        <w:t>Ń</w:t>
      </w:r>
      <w:r w:rsidR="00BB6664" w:rsidRPr="00FB7595">
        <w:rPr>
          <w:rFonts w:asciiTheme="minorHAnsi" w:hAnsiTheme="minorHAnsi" w:cstheme="minorHAnsi"/>
          <w:b/>
        </w:rPr>
        <w:t xml:space="preserve"> OSOBOW</w:t>
      </w:r>
      <w:r w:rsidR="002F7CAE" w:rsidRPr="00FB7595">
        <w:rPr>
          <w:rFonts w:asciiTheme="minorHAnsi" w:hAnsiTheme="minorHAnsi" w:cstheme="minorHAnsi"/>
          <w:b/>
        </w:rPr>
        <w:t>YCH</w:t>
      </w:r>
      <w:r w:rsidR="00BB6664" w:rsidRPr="00FB7595">
        <w:rPr>
          <w:rFonts w:asciiTheme="minorHAnsi" w:hAnsiTheme="minorHAnsi" w:cstheme="minorHAnsi"/>
          <w:b/>
        </w:rPr>
        <w:t xml:space="preserve"> I KAPITAŁOW</w:t>
      </w:r>
      <w:r w:rsidR="002F7CAE" w:rsidRPr="00FB7595">
        <w:rPr>
          <w:rFonts w:asciiTheme="minorHAnsi" w:hAnsiTheme="minorHAnsi" w:cstheme="minorHAnsi"/>
          <w:b/>
        </w:rPr>
        <w:t>YCH</w:t>
      </w:r>
    </w:p>
    <w:p w14:paraId="5553D8B4" w14:textId="77777777" w:rsidR="00433110" w:rsidRPr="00433110" w:rsidRDefault="00433110" w:rsidP="00433110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</w:rPr>
      </w:pPr>
    </w:p>
    <w:p w14:paraId="017F13E7" w14:textId="355C7BAB" w:rsidR="00FB7595" w:rsidRDefault="000366AB" w:rsidP="00FB7595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D46432">
        <w:rPr>
          <w:rFonts w:asciiTheme="minorHAnsi" w:eastAsia="Calibri" w:hAnsiTheme="minorHAnsi" w:cstheme="minorHAnsi"/>
          <w:sz w:val="22"/>
          <w:szCs w:val="22"/>
        </w:rPr>
        <w:t xml:space="preserve">W związku ze złożeniem oferty </w:t>
      </w:r>
      <w:r w:rsidR="009D0BB2">
        <w:rPr>
          <w:rFonts w:asciiTheme="minorHAnsi" w:eastAsia="Calibri" w:hAnsiTheme="minorHAnsi" w:cstheme="minorHAnsi"/>
          <w:sz w:val="22"/>
          <w:szCs w:val="22"/>
        </w:rPr>
        <w:t>w odpowiedzi na z</w:t>
      </w:r>
      <w:r w:rsidRPr="00D46432">
        <w:rPr>
          <w:rFonts w:asciiTheme="minorHAnsi" w:eastAsia="Calibri" w:hAnsiTheme="minorHAnsi" w:cstheme="minorHAnsi"/>
          <w:sz w:val="22"/>
          <w:szCs w:val="22"/>
        </w:rPr>
        <w:t xml:space="preserve">apytanie </w:t>
      </w:r>
      <w:r w:rsidR="009D0BB2">
        <w:rPr>
          <w:rFonts w:asciiTheme="minorHAnsi" w:eastAsia="Calibri" w:hAnsiTheme="minorHAnsi" w:cstheme="minorHAnsi"/>
          <w:sz w:val="22"/>
          <w:szCs w:val="22"/>
        </w:rPr>
        <w:t>o</w:t>
      </w:r>
      <w:r w:rsidRPr="00D46432">
        <w:rPr>
          <w:rFonts w:asciiTheme="minorHAnsi" w:eastAsia="Calibri" w:hAnsiTheme="minorHAnsi" w:cstheme="minorHAnsi"/>
          <w:sz w:val="22"/>
          <w:szCs w:val="22"/>
        </w:rPr>
        <w:t xml:space="preserve">fertowe </w:t>
      </w:r>
      <w:r w:rsidR="00CD6B3D" w:rsidRPr="00240DBE">
        <w:rPr>
          <w:rFonts w:ascii="Calibri" w:hAnsi="Calibri"/>
          <w:b/>
          <w:bCs/>
          <w:iCs/>
          <w:sz w:val="22"/>
          <w:szCs w:val="22"/>
        </w:rPr>
        <w:t xml:space="preserve">dostawę w formie leasingu </w:t>
      </w:r>
      <w:r w:rsidR="00433110">
        <w:rPr>
          <w:rFonts w:ascii="Calibri" w:hAnsi="Calibri"/>
          <w:b/>
          <w:bCs/>
          <w:iCs/>
          <w:sz w:val="22"/>
          <w:szCs w:val="22"/>
        </w:rPr>
        <w:t>operacyjnego</w:t>
      </w:r>
      <w:r w:rsidR="00CD6B3D" w:rsidRPr="00240DBE">
        <w:rPr>
          <w:rFonts w:ascii="Calibri" w:hAnsi="Calibri"/>
          <w:b/>
          <w:bCs/>
          <w:iCs/>
          <w:sz w:val="22"/>
          <w:szCs w:val="22"/>
        </w:rPr>
        <w:t xml:space="preserve"> nowego samochodu osobowego</w:t>
      </w:r>
      <w:r w:rsidR="001A52DE" w:rsidRPr="001A52D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A52DE">
        <w:rPr>
          <w:rFonts w:ascii="Calibri" w:hAnsi="Calibri" w:cs="Calibri"/>
          <w:b/>
          <w:bCs/>
          <w:sz w:val="22"/>
          <w:szCs w:val="22"/>
        </w:rPr>
        <w:t>z opcją wykupu</w:t>
      </w:r>
      <w:r w:rsidR="00CD6B3D" w:rsidRPr="00240DBE">
        <w:rPr>
          <w:rFonts w:ascii="Calibri" w:hAnsi="Calibri"/>
          <w:b/>
          <w:bCs/>
          <w:iCs/>
          <w:sz w:val="22"/>
          <w:szCs w:val="22"/>
        </w:rPr>
        <w:t xml:space="preserve"> </w:t>
      </w:r>
      <w:r w:rsidR="00324270">
        <w:rPr>
          <w:rFonts w:ascii="Calibri" w:hAnsi="Calibri"/>
          <w:b/>
          <w:bCs/>
          <w:iCs/>
          <w:sz w:val="22"/>
          <w:szCs w:val="22"/>
        </w:rPr>
        <w:br/>
      </w:r>
      <w:r w:rsidR="00CD6B3D" w:rsidRPr="00512946">
        <w:rPr>
          <w:rFonts w:ascii="Calibri" w:hAnsi="Calibri"/>
          <w:iCs/>
          <w:sz w:val="22"/>
          <w:szCs w:val="22"/>
        </w:rPr>
        <w:t>w</w:t>
      </w:r>
      <w:r w:rsidR="007C2EEC">
        <w:rPr>
          <w:rFonts w:ascii="Calibri" w:hAnsi="Calibri"/>
          <w:iCs/>
          <w:sz w:val="22"/>
          <w:szCs w:val="22"/>
        </w:rPr>
        <w:t xml:space="preserve"> </w:t>
      </w:r>
      <w:r w:rsidR="00B51AAC" w:rsidRPr="00D46432">
        <w:rPr>
          <w:rFonts w:asciiTheme="minorHAnsi" w:eastAsia="Calibri" w:hAnsiTheme="minorHAnsi" w:cstheme="minorHAnsi"/>
          <w:sz w:val="22"/>
          <w:szCs w:val="22"/>
        </w:rPr>
        <w:t xml:space="preserve">ramach </w:t>
      </w:r>
      <w:r w:rsidR="00B51AAC" w:rsidRPr="007C2EEC">
        <w:rPr>
          <w:rFonts w:asciiTheme="minorHAnsi" w:eastAsia="Calibri" w:hAnsiTheme="minorHAnsi" w:cstheme="minorHAnsi"/>
          <w:sz w:val="22"/>
          <w:szCs w:val="22"/>
        </w:rPr>
        <w:t>projektu</w:t>
      </w:r>
      <w:r w:rsidR="00817357" w:rsidRPr="007C2EEC">
        <w:rPr>
          <w:rFonts w:asciiTheme="minorHAnsi" w:hAnsiTheme="minorHAnsi" w:cstheme="minorHAnsi"/>
          <w:sz w:val="22"/>
          <w:szCs w:val="22"/>
        </w:rPr>
        <w:t xml:space="preserve"> </w:t>
      </w:r>
      <w:r w:rsidR="007C2EEC" w:rsidRPr="007C2EEC">
        <w:rPr>
          <w:rFonts w:asciiTheme="minorHAnsi" w:hAnsiTheme="minorHAnsi" w:cstheme="minorHAnsi"/>
          <w:b/>
          <w:bCs/>
          <w:sz w:val="22"/>
          <w:szCs w:val="22"/>
        </w:rPr>
        <w:t>„Wspieramy - pomagamy - działamy - wsparcie usług opiekuńczych na terenie subregionu północnego województwa opolskiego”</w:t>
      </w:r>
      <w:r w:rsidR="007C2EEC" w:rsidRPr="007C2EEC">
        <w:rPr>
          <w:rFonts w:asciiTheme="minorHAnsi" w:hAnsiTheme="minorHAnsi" w:cstheme="minorHAnsi"/>
          <w:sz w:val="22"/>
          <w:szCs w:val="22"/>
        </w:rPr>
        <w:t xml:space="preserve"> współfinansowanego ze środków Europejskiego Funduszu Społecznego Plus (EFS+), Priorytet FEO 2021-2027 07 - Fundusze Europejskie wspierające usługi społeczne i zdrowotne w opolskim, Działanie FEO 2021-2027 07.01 - Usługi zdrowotne i społeczne oraz opieka długoterminowa</w:t>
      </w:r>
      <w:r w:rsidR="00D46432" w:rsidRPr="007C2EEC">
        <w:rPr>
          <w:rFonts w:asciiTheme="minorHAnsi" w:hAnsiTheme="minorHAnsi" w:cstheme="minorHAnsi"/>
          <w:i/>
          <w:iCs/>
          <w:sz w:val="22"/>
          <w:szCs w:val="22"/>
        </w:rPr>
        <w:t>”</w:t>
      </w:r>
      <w:r w:rsidR="009D0BB2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9D0BB2" w:rsidRPr="009D0BB2">
        <w:rPr>
          <w:rFonts w:asciiTheme="minorHAnsi" w:hAnsiTheme="minorHAnsi" w:cstheme="minorHAnsi"/>
          <w:sz w:val="22"/>
          <w:szCs w:val="22"/>
        </w:rPr>
        <w:t>oświadczam/oświadczamy</w:t>
      </w:r>
      <w:r w:rsidR="00FB7595">
        <w:rPr>
          <w:rFonts w:asciiTheme="minorHAnsi" w:hAnsiTheme="minorHAnsi" w:cstheme="minorHAnsi"/>
          <w:sz w:val="22"/>
          <w:szCs w:val="22"/>
        </w:rPr>
        <w:t>*</w:t>
      </w:r>
      <w:r w:rsidR="009D0BB2" w:rsidRPr="009D0BB2">
        <w:rPr>
          <w:rFonts w:asciiTheme="minorHAnsi" w:hAnsiTheme="minorHAnsi" w:cstheme="minorHAnsi"/>
          <w:sz w:val="22"/>
          <w:szCs w:val="22"/>
        </w:rPr>
        <w:t>, że nie jestem/jesteśmy</w:t>
      </w:r>
      <w:r w:rsidR="00FB7595">
        <w:rPr>
          <w:rFonts w:asciiTheme="minorHAnsi" w:hAnsiTheme="minorHAnsi" w:cstheme="minorHAnsi"/>
          <w:sz w:val="22"/>
          <w:szCs w:val="22"/>
        </w:rPr>
        <w:t>*</w:t>
      </w:r>
      <w:r w:rsidR="009D0BB2" w:rsidRPr="009D0BB2">
        <w:rPr>
          <w:rFonts w:asciiTheme="minorHAnsi" w:hAnsiTheme="minorHAnsi" w:cstheme="minorHAnsi"/>
          <w:sz w:val="22"/>
          <w:szCs w:val="22"/>
        </w:rPr>
        <w:t xml:space="preserve"> powiąz</w:t>
      </w:r>
      <w:r w:rsidR="007E725D">
        <w:rPr>
          <w:rFonts w:asciiTheme="minorHAnsi" w:hAnsiTheme="minorHAnsi" w:cstheme="minorHAnsi"/>
          <w:sz w:val="22"/>
          <w:szCs w:val="22"/>
        </w:rPr>
        <w:t>any/powiązani</w:t>
      </w:r>
      <w:r w:rsidR="009D0BB2" w:rsidRPr="009D0BB2">
        <w:rPr>
          <w:rFonts w:asciiTheme="minorHAnsi" w:hAnsiTheme="minorHAnsi" w:cstheme="minorHAnsi"/>
          <w:sz w:val="22"/>
          <w:szCs w:val="22"/>
        </w:rPr>
        <w:t xml:space="preserve"> z Zamawiającym osobowo lub kapitałowo</w:t>
      </w:r>
      <w:bookmarkStart w:id="0" w:name="_GoBack"/>
      <w:bookmarkEnd w:id="0"/>
      <w:r w:rsidR="00DA7AE7">
        <w:rPr>
          <w:rFonts w:asciiTheme="minorHAnsi" w:hAnsiTheme="minorHAnsi" w:cstheme="minorHAnsi"/>
          <w:sz w:val="22"/>
          <w:szCs w:val="22"/>
        </w:rPr>
        <w:t xml:space="preserve"> </w:t>
      </w:r>
      <w:r w:rsidR="00DA7AE7" w:rsidRPr="00DA7AE7">
        <w:rPr>
          <w:rFonts w:asciiTheme="minorHAnsi" w:hAnsiTheme="minorHAnsi" w:cstheme="minorHAnsi"/>
          <w:sz w:val="22"/>
          <w:szCs w:val="22"/>
        </w:rPr>
        <w:t>zgodnie z zasadą unikania konfliktu interesów określoną w Wytycznych w zakresie kwalifikowalności wydatków na lata 2021–2027</w:t>
      </w:r>
      <w:r w:rsidR="00FB7595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28643BCB" w14:textId="2157D172" w:rsidR="009D0BB2" w:rsidRDefault="009D0BB2" w:rsidP="00FB7595">
      <w:pPr>
        <w:autoSpaceDE w:val="0"/>
        <w:autoSpaceDN w:val="0"/>
        <w:adjustRightInd w:val="0"/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 w:rsidRPr="009D0BB2">
        <w:rPr>
          <w:rFonts w:asciiTheme="minorHAnsi" w:hAnsiTheme="minorHAnsi" w:cstheme="minorHAnsi"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</w:t>
      </w:r>
      <w:r w:rsidR="00FB7595">
        <w:rPr>
          <w:rFonts w:asciiTheme="minorHAnsi" w:hAnsiTheme="minorHAnsi" w:cstheme="minorHAnsi"/>
          <w:sz w:val="22"/>
          <w:szCs w:val="22"/>
        </w:rPr>
        <w:br/>
      </w:r>
      <w:r w:rsidRPr="009D0BB2">
        <w:rPr>
          <w:rFonts w:asciiTheme="minorHAnsi" w:hAnsiTheme="minorHAnsi" w:cstheme="minorHAnsi"/>
          <w:sz w:val="22"/>
          <w:szCs w:val="22"/>
        </w:rPr>
        <w:t>lub osobami wykonującymi w imieniu Zamawiającego czynności związan</w:t>
      </w:r>
      <w:r w:rsidR="00FB7595">
        <w:rPr>
          <w:rFonts w:asciiTheme="minorHAnsi" w:hAnsiTheme="minorHAnsi" w:cstheme="minorHAnsi"/>
          <w:sz w:val="22"/>
          <w:szCs w:val="22"/>
        </w:rPr>
        <w:t>ych</w:t>
      </w:r>
      <w:r w:rsidRPr="009D0BB2">
        <w:rPr>
          <w:rFonts w:asciiTheme="minorHAnsi" w:hAnsiTheme="minorHAnsi" w:cstheme="minorHAnsi"/>
          <w:sz w:val="22"/>
          <w:szCs w:val="22"/>
        </w:rPr>
        <w:t xml:space="preserve"> z przygotowaniem i przeprowadzeniem procedury wyboru Wykonawcy a Wykonawcą, polegające w szczególności na: </w:t>
      </w:r>
    </w:p>
    <w:p w14:paraId="5FF64F90" w14:textId="2222DFA8" w:rsidR="002F7CAE" w:rsidRDefault="002F7CAE" w:rsidP="002F7CAE">
      <w:pPr>
        <w:pStyle w:val="Akapitzlist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2F7CAE">
        <w:rPr>
          <w:rFonts w:asciiTheme="minorHAnsi" w:hAnsiTheme="minorHAnsi" w:cstheme="minorHAnsi"/>
          <w:sz w:val="22"/>
          <w:szCs w:val="22"/>
        </w:rPr>
        <w:t>uczestniczeniu w spółce, jako wspólnik spółki cywilnej lub spółki osobowej;</w:t>
      </w:r>
    </w:p>
    <w:p w14:paraId="07574100" w14:textId="41C36EEB" w:rsidR="002F7CAE" w:rsidRDefault="002F7CAE" w:rsidP="002F7CAE">
      <w:pPr>
        <w:pStyle w:val="Akapitzlist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2F7CAE">
        <w:rPr>
          <w:rFonts w:asciiTheme="minorHAnsi" w:hAnsiTheme="minorHAnsi" w:cstheme="minorHAnsi"/>
          <w:sz w:val="22"/>
          <w:szCs w:val="22"/>
        </w:rPr>
        <w:t>posiadaniu, co najmniej 10 % udziałów lub akcji; o ile niższy próg nie wynika z przepisów prawa lub nie został określony przez IZ PO;</w:t>
      </w:r>
    </w:p>
    <w:p w14:paraId="39654FE1" w14:textId="3BB3104D" w:rsidR="002F7CAE" w:rsidRDefault="002F7CAE" w:rsidP="002F7CAE">
      <w:pPr>
        <w:pStyle w:val="Akapitzlist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2F7CAE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pełnomocnika;</w:t>
      </w:r>
    </w:p>
    <w:p w14:paraId="7EB62B06" w14:textId="0D25DA19" w:rsidR="002F7CAE" w:rsidRDefault="002F7CAE" w:rsidP="002F7CAE">
      <w:pPr>
        <w:pStyle w:val="Akapitzlist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2F7CAE">
        <w:rPr>
          <w:rFonts w:asciiTheme="minorHAnsi" w:hAnsiTheme="minorHAnsi" w:cstheme="minorHAnsi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 lub w stosunku przysposobienia, opieki lub kurateli albo pozostawaniu we wspólnym pożyciu z Zamawiającym, jego zastępcą prawnym lub członkami organów zarządzających lub organów nadzorczych Zamawiającego; </w:t>
      </w:r>
    </w:p>
    <w:p w14:paraId="5E36CE67" w14:textId="02F4080A" w:rsidR="00BB6664" w:rsidRPr="00433110" w:rsidRDefault="002F7CAE" w:rsidP="00433110">
      <w:pPr>
        <w:pStyle w:val="Akapitzlist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2F7CAE">
        <w:rPr>
          <w:rFonts w:asciiTheme="minorHAnsi" w:hAnsiTheme="minorHAnsi" w:cstheme="minorHAnsi"/>
          <w:sz w:val="22"/>
          <w:szCs w:val="22"/>
        </w:rPr>
        <w:t>pozostaniu z Zamawiającym w takim stosunku prawnym lub faktycznym, że istnieje uzasadniona wątpliwość co do ich bezstronności lub niezależności w związku z postępowaniem o udzielnie zamówienia.</w:t>
      </w:r>
    </w:p>
    <w:p w14:paraId="50DB4374" w14:textId="68B69E59" w:rsidR="00A2558C" w:rsidRDefault="000366AB" w:rsidP="00BB6664">
      <w:pPr>
        <w:tabs>
          <w:tab w:val="left" w:pos="330"/>
        </w:tabs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46432">
        <w:rPr>
          <w:rFonts w:asciiTheme="minorHAnsi" w:eastAsia="Calibri" w:hAnsiTheme="minorHAnsi" w:cstheme="minorHAnsi"/>
          <w:sz w:val="22"/>
          <w:szCs w:val="22"/>
        </w:rPr>
        <w:t xml:space="preserve">Powyższe informacje są prawdziwe, kompletne, rzetelne oraz zostały przekazane zgodnie </w:t>
      </w:r>
      <w:r w:rsidRPr="00D46432">
        <w:rPr>
          <w:rFonts w:asciiTheme="minorHAnsi" w:eastAsia="Calibri" w:hAnsiTheme="minorHAnsi" w:cstheme="minorHAnsi"/>
          <w:sz w:val="22"/>
          <w:szCs w:val="22"/>
        </w:rPr>
        <w:br/>
        <w:t xml:space="preserve">z moją najlepszą wiedzą i przy zachowaniu należytej staranności. </w:t>
      </w:r>
    </w:p>
    <w:p w14:paraId="43FB4876" w14:textId="77777777" w:rsidR="00BB6664" w:rsidRPr="00BB6664" w:rsidRDefault="00BB6664" w:rsidP="00BB6664">
      <w:pPr>
        <w:tabs>
          <w:tab w:val="left" w:pos="330"/>
        </w:tabs>
        <w:jc w:val="both"/>
        <w:rPr>
          <w:rFonts w:asciiTheme="minorHAnsi" w:eastAsia="Calibri" w:hAnsiTheme="minorHAnsi" w:cstheme="minorHAnsi"/>
          <w:sz w:val="6"/>
          <w:szCs w:val="6"/>
        </w:rPr>
      </w:pPr>
    </w:p>
    <w:p w14:paraId="2A606B80" w14:textId="28C290C1" w:rsidR="000366AB" w:rsidRPr="00D46432" w:rsidRDefault="00B470D8" w:rsidP="00EC18EB">
      <w:pPr>
        <w:tabs>
          <w:tab w:val="left" w:pos="5344"/>
        </w:tabs>
        <w:jc w:val="both"/>
        <w:rPr>
          <w:rFonts w:asciiTheme="minorHAnsi" w:eastAsia="Calibri" w:hAnsiTheme="minorHAnsi" w:cstheme="minorHAnsi"/>
          <w:i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        ________</w:t>
      </w:r>
      <w:r w:rsidR="00D46432">
        <w:rPr>
          <w:rFonts w:asciiTheme="minorHAnsi" w:eastAsia="Calibri" w:hAnsiTheme="minorHAnsi" w:cstheme="minorHAnsi"/>
          <w:sz w:val="22"/>
          <w:szCs w:val="22"/>
        </w:rPr>
        <w:t>____________________</w:t>
      </w:r>
      <w:r w:rsidR="000366AB" w:rsidRPr="00D46432">
        <w:rPr>
          <w:rFonts w:asciiTheme="minorHAnsi" w:eastAsia="Calibri" w:hAnsiTheme="minorHAnsi" w:cstheme="minorHAnsi"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 xml:space="preserve">      ___</w:t>
      </w:r>
      <w:r w:rsidR="00D46432">
        <w:rPr>
          <w:rFonts w:asciiTheme="minorHAnsi" w:eastAsia="Calibri" w:hAnsiTheme="minorHAnsi" w:cstheme="minorHAnsi"/>
          <w:sz w:val="22"/>
          <w:szCs w:val="22"/>
        </w:rPr>
        <w:t>_______________________</w:t>
      </w:r>
      <w:r>
        <w:rPr>
          <w:rFonts w:asciiTheme="minorHAnsi" w:eastAsia="Calibri" w:hAnsiTheme="minorHAnsi" w:cstheme="minorHAnsi"/>
          <w:sz w:val="22"/>
          <w:szCs w:val="22"/>
        </w:rPr>
        <w:t>____</w:t>
      </w:r>
      <w:r w:rsidR="00D46432">
        <w:rPr>
          <w:rFonts w:asciiTheme="minorHAnsi" w:eastAsia="Calibri" w:hAnsiTheme="minorHAnsi" w:cstheme="minorHAnsi"/>
          <w:sz w:val="22"/>
          <w:szCs w:val="22"/>
        </w:rPr>
        <w:t>_</w:t>
      </w:r>
    </w:p>
    <w:p w14:paraId="6EBD53DC" w14:textId="77777777" w:rsidR="00FB7595" w:rsidRDefault="00B470D8" w:rsidP="00FB7595">
      <w:pPr>
        <w:tabs>
          <w:tab w:val="left" w:pos="5344"/>
        </w:tabs>
        <w:ind w:left="5616" w:hanging="5616"/>
        <w:jc w:val="both"/>
        <w:rPr>
          <w:rFonts w:asciiTheme="minorHAnsi" w:eastAsia="Calibri" w:hAnsiTheme="minorHAnsi" w:cstheme="minorHAnsi"/>
          <w:i/>
          <w:sz w:val="18"/>
          <w:szCs w:val="18"/>
        </w:rPr>
      </w:pPr>
      <w:r>
        <w:rPr>
          <w:rFonts w:asciiTheme="minorHAnsi" w:eastAsia="Calibri" w:hAnsiTheme="minorHAnsi" w:cstheme="minorHAnsi"/>
          <w:i/>
          <w:sz w:val="20"/>
          <w:szCs w:val="20"/>
        </w:rPr>
        <w:t xml:space="preserve">                    </w:t>
      </w:r>
      <w:r w:rsidR="000366AB" w:rsidRPr="00BB6664">
        <w:rPr>
          <w:rFonts w:asciiTheme="minorHAnsi" w:eastAsia="Calibri" w:hAnsiTheme="minorHAnsi" w:cstheme="minorHAnsi"/>
          <w:i/>
          <w:sz w:val="18"/>
          <w:szCs w:val="18"/>
        </w:rPr>
        <w:t>miejscowość i data</w:t>
      </w:r>
      <w:r w:rsidRPr="00BB6664">
        <w:rPr>
          <w:rFonts w:asciiTheme="minorHAnsi" w:eastAsia="Calibri" w:hAnsiTheme="minorHAnsi" w:cstheme="minorHAnsi"/>
          <w:i/>
          <w:sz w:val="18"/>
          <w:szCs w:val="18"/>
        </w:rPr>
        <w:tab/>
        <w:t xml:space="preserve">      </w:t>
      </w:r>
      <w:r w:rsidR="00FB7595" w:rsidRPr="00FB7595">
        <w:rPr>
          <w:rFonts w:asciiTheme="minorHAnsi" w:eastAsia="Calibri" w:hAnsiTheme="minorHAnsi" w:cstheme="minorHAnsi"/>
          <w:i/>
          <w:sz w:val="18"/>
          <w:szCs w:val="18"/>
        </w:rPr>
        <w:t xml:space="preserve">     podpisy osób upoważnionych do składania </w:t>
      </w:r>
      <w:r w:rsidR="00FB7595">
        <w:rPr>
          <w:rFonts w:asciiTheme="minorHAnsi" w:eastAsia="Calibri" w:hAnsiTheme="minorHAnsi" w:cstheme="minorHAnsi"/>
          <w:i/>
          <w:sz w:val="18"/>
          <w:szCs w:val="18"/>
        </w:rPr>
        <w:t xml:space="preserve">     </w:t>
      </w:r>
    </w:p>
    <w:p w14:paraId="41C926B5" w14:textId="7EDA4309" w:rsidR="00FB7595" w:rsidRDefault="00FB7595" w:rsidP="00FB7595">
      <w:pPr>
        <w:tabs>
          <w:tab w:val="left" w:pos="5344"/>
        </w:tabs>
        <w:ind w:left="5616" w:hanging="5616"/>
        <w:jc w:val="both"/>
        <w:rPr>
          <w:rFonts w:asciiTheme="minorHAnsi" w:eastAsia="Calibri" w:hAnsiTheme="minorHAnsi" w:cstheme="minorHAnsi"/>
          <w:i/>
          <w:sz w:val="18"/>
          <w:szCs w:val="18"/>
        </w:rPr>
      </w:pPr>
      <w:r>
        <w:rPr>
          <w:rFonts w:asciiTheme="minorHAnsi" w:eastAsia="Calibri" w:hAnsiTheme="minorHAnsi" w:cstheme="minorHAnsi"/>
          <w:i/>
          <w:sz w:val="18"/>
          <w:szCs w:val="18"/>
        </w:rPr>
        <w:tab/>
      </w:r>
      <w:r>
        <w:rPr>
          <w:rFonts w:asciiTheme="minorHAnsi" w:eastAsia="Calibri" w:hAnsiTheme="minorHAnsi" w:cstheme="minorHAnsi"/>
          <w:i/>
          <w:sz w:val="18"/>
          <w:szCs w:val="18"/>
        </w:rPr>
        <w:tab/>
      </w:r>
      <w:r>
        <w:rPr>
          <w:rFonts w:asciiTheme="minorHAnsi" w:eastAsia="Calibri" w:hAnsiTheme="minorHAnsi" w:cstheme="minorHAnsi"/>
          <w:i/>
          <w:sz w:val="18"/>
          <w:szCs w:val="18"/>
        </w:rPr>
        <w:tab/>
        <w:t xml:space="preserve">    </w:t>
      </w:r>
      <w:r w:rsidRPr="00FB7595">
        <w:rPr>
          <w:rFonts w:asciiTheme="minorHAnsi" w:eastAsia="Calibri" w:hAnsiTheme="minorHAnsi" w:cstheme="minorHAnsi"/>
          <w:i/>
          <w:sz w:val="18"/>
          <w:szCs w:val="18"/>
        </w:rPr>
        <w:t>oświadczeń woli w imieniu Wykonawcy</w:t>
      </w:r>
    </w:p>
    <w:p w14:paraId="0875D7C9" w14:textId="6F1EA1D4" w:rsidR="00FB7595" w:rsidRPr="00FB7595" w:rsidRDefault="00FB7595" w:rsidP="00FB7595">
      <w:pPr>
        <w:tabs>
          <w:tab w:val="left" w:pos="5344"/>
        </w:tabs>
        <w:spacing w:line="240" w:lineRule="auto"/>
        <w:contextualSpacing/>
        <w:jc w:val="both"/>
        <w:rPr>
          <w:rFonts w:asciiTheme="minorHAnsi" w:eastAsia="Calibri" w:hAnsiTheme="minorHAnsi" w:cstheme="minorHAnsi"/>
          <w:i/>
          <w:sz w:val="18"/>
          <w:szCs w:val="18"/>
        </w:rPr>
      </w:pPr>
      <w:r w:rsidRPr="00FB7595">
        <w:rPr>
          <w:rFonts w:asciiTheme="minorHAnsi" w:eastAsia="Calibri" w:hAnsiTheme="minorHAnsi" w:cstheme="minorHAnsi"/>
          <w:i/>
          <w:sz w:val="18"/>
          <w:szCs w:val="18"/>
        </w:rPr>
        <w:t>*niepotrzebne skreślić</w:t>
      </w:r>
    </w:p>
    <w:sectPr w:rsidR="00FB7595" w:rsidRPr="00FB7595" w:rsidSect="001E118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702" w:right="1418" w:bottom="1560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1E85D" w14:textId="77777777" w:rsidR="00A97773" w:rsidRDefault="00A97773">
      <w:r>
        <w:separator/>
      </w:r>
    </w:p>
  </w:endnote>
  <w:endnote w:type="continuationSeparator" w:id="0">
    <w:p w14:paraId="75B313E2" w14:textId="77777777" w:rsidR="00A97773" w:rsidRDefault="00A97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A93EC" w14:textId="77777777" w:rsidR="007C2EEC" w:rsidRDefault="007C2E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3BF95" w14:textId="77777777" w:rsidR="007B2500" w:rsidRPr="00124D4A" w:rsidRDefault="007B2500" w:rsidP="009A4ACC">
    <w:pPr>
      <w:pStyle w:val="Stopka"/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47D87B1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0CC98746" w:rsidR="0039481F" w:rsidRPr="00B01F08" w:rsidRDefault="0039481F" w:rsidP="007C2EEC">
    <w:pPr>
      <w:pStyle w:val="Stopka"/>
      <w:ind w:left="-709" w:firstLine="99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45C0BA" w14:textId="77777777" w:rsidR="00A97773" w:rsidRDefault="00A97773">
      <w:r>
        <w:separator/>
      </w:r>
    </w:p>
  </w:footnote>
  <w:footnote w:type="continuationSeparator" w:id="0">
    <w:p w14:paraId="4BF82AC3" w14:textId="77777777" w:rsidR="00A97773" w:rsidRDefault="00A97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6309F" w14:textId="77777777" w:rsidR="007C2EEC" w:rsidRDefault="007C2E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E09BE" w14:textId="77777777" w:rsidR="009A4ACC" w:rsidRDefault="009A4ACC" w:rsidP="00A2686F">
    <w:pPr>
      <w:pStyle w:val="Nagwek"/>
      <w:ind w:lef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F6CC3" w14:textId="30366685" w:rsidR="000174EA" w:rsidRDefault="007C2EEC" w:rsidP="007C2EEC">
    <w:pPr>
      <w:pStyle w:val="Nagwek"/>
      <w:ind w:left="-1134"/>
      <w:jc w:val="center"/>
    </w:pPr>
    <w:r w:rsidRPr="000D08E3">
      <w:rPr>
        <w:noProof/>
      </w:rPr>
      <w:drawing>
        <wp:inline distT="0" distB="0" distL="0" distR="0" wp14:anchorId="3207D2AC" wp14:editId="36C4D108">
          <wp:extent cx="5759450" cy="732628"/>
          <wp:effectExtent l="0" t="0" r="0" b="0"/>
          <wp:docPr id="302972308" name="Obraz 1" descr="Obraz zawierający tekst, Czcionka, biały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5625300" name="Obraz 1" descr="Obraz zawierający tekst, Czcionka, biały, zrzut ekranu&#10;&#10;Zawartość wygenerowana przez AI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326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08501573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4F3264E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D590AA7A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  <w:bCs w:val="0"/>
        <w:color w:val="000000"/>
        <w:kern w:val="2"/>
        <w:sz w:val="22"/>
        <w:szCs w:val="22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5EA1E3C"/>
    <w:multiLevelType w:val="multilevel"/>
    <w:tmpl w:val="20001FF8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9AC4616"/>
    <w:multiLevelType w:val="multilevel"/>
    <w:tmpl w:val="D4322F48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765EDB"/>
    <w:multiLevelType w:val="hybridMultilevel"/>
    <w:tmpl w:val="3D5201FC"/>
    <w:lvl w:ilvl="0" w:tplc="CFB862F2">
      <w:start w:val="84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32BAE"/>
    <w:multiLevelType w:val="multilevel"/>
    <w:tmpl w:val="424487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259D0"/>
    <w:multiLevelType w:val="multilevel"/>
    <w:tmpl w:val="88C221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D534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E9325ED"/>
    <w:multiLevelType w:val="hybridMultilevel"/>
    <w:tmpl w:val="8132BB5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166C95"/>
    <w:multiLevelType w:val="multilevel"/>
    <w:tmpl w:val="DC8C80F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1A1442"/>
    <w:multiLevelType w:val="multilevel"/>
    <w:tmpl w:val="95C4F9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3F49EB"/>
    <w:multiLevelType w:val="multilevel"/>
    <w:tmpl w:val="F550C8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ED619C"/>
    <w:multiLevelType w:val="multilevel"/>
    <w:tmpl w:val="C4C09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DF226E9"/>
    <w:multiLevelType w:val="multilevel"/>
    <w:tmpl w:val="DF4015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A03BE0"/>
    <w:multiLevelType w:val="multilevel"/>
    <w:tmpl w:val="8DAEE9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B721CF"/>
    <w:multiLevelType w:val="hybridMultilevel"/>
    <w:tmpl w:val="7200E98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1E1081"/>
    <w:multiLevelType w:val="hybridMultilevel"/>
    <w:tmpl w:val="D7C8BCE2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7D0911"/>
    <w:multiLevelType w:val="multilevel"/>
    <w:tmpl w:val="298E8C5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50243"/>
    <w:multiLevelType w:val="multilevel"/>
    <w:tmpl w:val="EC1EF2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686D00"/>
    <w:multiLevelType w:val="multilevel"/>
    <w:tmpl w:val="B032112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8629FC"/>
    <w:multiLevelType w:val="multilevel"/>
    <w:tmpl w:val="A89E69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2D141C"/>
    <w:multiLevelType w:val="multilevel"/>
    <w:tmpl w:val="3BF6BC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F758B6"/>
    <w:multiLevelType w:val="multilevel"/>
    <w:tmpl w:val="2E942BD6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 w15:restartNumberingAfterBreak="0">
    <w:nsid w:val="55590DEC"/>
    <w:multiLevelType w:val="multilevel"/>
    <w:tmpl w:val="6EE84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C6CF9"/>
    <w:multiLevelType w:val="multilevel"/>
    <w:tmpl w:val="92A89C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5004C1"/>
    <w:multiLevelType w:val="multilevel"/>
    <w:tmpl w:val="3604AA0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104B74"/>
    <w:multiLevelType w:val="multilevel"/>
    <w:tmpl w:val="B28C27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B2182B"/>
    <w:multiLevelType w:val="multilevel"/>
    <w:tmpl w:val="A8D8F5B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B7B1373"/>
    <w:multiLevelType w:val="multilevel"/>
    <w:tmpl w:val="B3D09F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9F4D7A"/>
    <w:multiLevelType w:val="multilevel"/>
    <w:tmpl w:val="30A821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72884"/>
    <w:multiLevelType w:val="multilevel"/>
    <w:tmpl w:val="09FED5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30E1E1E"/>
    <w:multiLevelType w:val="hybridMultilevel"/>
    <w:tmpl w:val="31F0431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A01959"/>
    <w:multiLevelType w:val="multilevel"/>
    <w:tmpl w:val="5BECDE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A35C0A"/>
    <w:multiLevelType w:val="multilevel"/>
    <w:tmpl w:val="428E9EAC"/>
    <w:numStyleLink w:val="Lista1"/>
  </w:abstractNum>
  <w:num w:numId="1">
    <w:abstractNumId w:val="27"/>
  </w:num>
  <w:num w:numId="2">
    <w:abstractNumId w:val="33"/>
  </w:num>
  <w:num w:numId="3">
    <w:abstractNumId w:val="21"/>
  </w:num>
  <w:num w:numId="4">
    <w:abstractNumId w:val="2"/>
  </w:num>
  <w:num w:numId="5">
    <w:abstractNumId w:val="4"/>
  </w:num>
  <w:num w:numId="6">
    <w:abstractNumId w:val="16"/>
  </w:num>
  <w:num w:numId="7">
    <w:abstractNumId w:val="24"/>
  </w:num>
  <w:num w:numId="8">
    <w:abstractNumId w:val="25"/>
  </w:num>
  <w:num w:numId="9">
    <w:abstractNumId w:val="6"/>
  </w:num>
  <w:num w:numId="10">
    <w:abstractNumId w:val="9"/>
  </w:num>
  <w:num w:numId="11">
    <w:abstractNumId w:val="1"/>
  </w:num>
  <w:num w:numId="12">
    <w:abstractNumId w:val="29"/>
  </w:num>
  <w:num w:numId="13">
    <w:abstractNumId w:val="22"/>
  </w:num>
  <w:num w:numId="14">
    <w:abstractNumId w:val="12"/>
  </w:num>
  <w:num w:numId="15">
    <w:abstractNumId w:val="10"/>
  </w:num>
  <w:num w:numId="16">
    <w:abstractNumId w:val="11"/>
  </w:num>
  <w:num w:numId="17">
    <w:abstractNumId w:val="17"/>
  </w:num>
  <w:num w:numId="18">
    <w:abstractNumId w:val="23"/>
  </w:num>
  <w:num w:numId="19">
    <w:abstractNumId w:val="5"/>
  </w:num>
  <w:num w:numId="20">
    <w:abstractNumId w:val="19"/>
  </w:num>
  <w:num w:numId="21">
    <w:abstractNumId w:val="8"/>
  </w:num>
  <w:num w:numId="22">
    <w:abstractNumId w:val="28"/>
  </w:num>
  <w:num w:numId="23">
    <w:abstractNumId w:val="32"/>
  </w:num>
  <w:num w:numId="24">
    <w:abstractNumId w:val="20"/>
  </w:num>
  <w:num w:numId="25">
    <w:abstractNumId w:val="15"/>
  </w:num>
  <w:num w:numId="26">
    <w:abstractNumId w:val="26"/>
  </w:num>
  <w:num w:numId="27">
    <w:abstractNumId w:val="30"/>
  </w:num>
  <w:num w:numId="28">
    <w:abstractNumId w:val="13"/>
  </w:num>
  <w:num w:numId="29">
    <w:abstractNumId w:val="18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</w:num>
  <w:num w:numId="32">
    <w:abstractNumId w:val="14"/>
  </w:num>
  <w:num w:numId="33">
    <w:abstractNumId w:val="7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6BE3"/>
    <w:rsid w:val="000174EA"/>
    <w:rsid w:val="000364DF"/>
    <w:rsid w:val="000366AB"/>
    <w:rsid w:val="0004040F"/>
    <w:rsid w:val="0004705E"/>
    <w:rsid w:val="00061F20"/>
    <w:rsid w:val="00080D83"/>
    <w:rsid w:val="00085826"/>
    <w:rsid w:val="000A3836"/>
    <w:rsid w:val="000B0D8A"/>
    <w:rsid w:val="000D15A1"/>
    <w:rsid w:val="000D283E"/>
    <w:rsid w:val="000D4F0B"/>
    <w:rsid w:val="000F676C"/>
    <w:rsid w:val="000F6DEC"/>
    <w:rsid w:val="00120BC8"/>
    <w:rsid w:val="00124D4A"/>
    <w:rsid w:val="001304E7"/>
    <w:rsid w:val="00130B23"/>
    <w:rsid w:val="001520FF"/>
    <w:rsid w:val="00182C9F"/>
    <w:rsid w:val="001838D7"/>
    <w:rsid w:val="00186888"/>
    <w:rsid w:val="001A02A1"/>
    <w:rsid w:val="001A081C"/>
    <w:rsid w:val="001A3D33"/>
    <w:rsid w:val="001A52DE"/>
    <w:rsid w:val="001B210F"/>
    <w:rsid w:val="001B7DBD"/>
    <w:rsid w:val="001D059A"/>
    <w:rsid w:val="001E118E"/>
    <w:rsid w:val="001E35F1"/>
    <w:rsid w:val="00204A03"/>
    <w:rsid w:val="00205C33"/>
    <w:rsid w:val="00241C1F"/>
    <w:rsid w:val="002425AE"/>
    <w:rsid w:val="00245A20"/>
    <w:rsid w:val="002529E4"/>
    <w:rsid w:val="002C6347"/>
    <w:rsid w:val="002D159E"/>
    <w:rsid w:val="002F49CD"/>
    <w:rsid w:val="002F7CAE"/>
    <w:rsid w:val="00315901"/>
    <w:rsid w:val="00317F7F"/>
    <w:rsid w:val="00320AAC"/>
    <w:rsid w:val="00324270"/>
    <w:rsid w:val="00325198"/>
    <w:rsid w:val="003354BB"/>
    <w:rsid w:val="003405F0"/>
    <w:rsid w:val="00350688"/>
    <w:rsid w:val="003526F5"/>
    <w:rsid w:val="0035482A"/>
    <w:rsid w:val="003619F2"/>
    <w:rsid w:val="00365820"/>
    <w:rsid w:val="003936DC"/>
    <w:rsid w:val="0039481F"/>
    <w:rsid w:val="0039693E"/>
    <w:rsid w:val="003C554F"/>
    <w:rsid w:val="003E0DB6"/>
    <w:rsid w:val="003E29EC"/>
    <w:rsid w:val="0040149C"/>
    <w:rsid w:val="00414478"/>
    <w:rsid w:val="00433110"/>
    <w:rsid w:val="00440CC4"/>
    <w:rsid w:val="004430F4"/>
    <w:rsid w:val="00464281"/>
    <w:rsid w:val="0047058A"/>
    <w:rsid w:val="004835A6"/>
    <w:rsid w:val="0048548B"/>
    <w:rsid w:val="00492BD3"/>
    <w:rsid w:val="0049437B"/>
    <w:rsid w:val="004A189A"/>
    <w:rsid w:val="004B38AD"/>
    <w:rsid w:val="004B3923"/>
    <w:rsid w:val="004B6CE3"/>
    <w:rsid w:val="004B70BD"/>
    <w:rsid w:val="004C303B"/>
    <w:rsid w:val="004C5874"/>
    <w:rsid w:val="004D225F"/>
    <w:rsid w:val="004F2005"/>
    <w:rsid w:val="0052111D"/>
    <w:rsid w:val="00523450"/>
    <w:rsid w:val="005266B7"/>
    <w:rsid w:val="00530106"/>
    <w:rsid w:val="00564D8B"/>
    <w:rsid w:val="005760A9"/>
    <w:rsid w:val="00587D71"/>
    <w:rsid w:val="005933C9"/>
    <w:rsid w:val="00594464"/>
    <w:rsid w:val="005D24FB"/>
    <w:rsid w:val="0060081C"/>
    <w:rsid w:val="0061443A"/>
    <w:rsid w:val="0061767F"/>
    <w:rsid w:val="00622781"/>
    <w:rsid w:val="006339F9"/>
    <w:rsid w:val="00640BFF"/>
    <w:rsid w:val="00640C44"/>
    <w:rsid w:val="0066032A"/>
    <w:rsid w:val="00665A91"/>
    <w:rsid w:val="00683DB1"/>
    <w:rsid w:val="0069621B"/>
    <w:rsid w:val="006B4267"/>
    <w:rsid w:val="006C1847"/>
    <w:rsid w:val="006D3E4F"/>
    <w:rsid w:val="006F0C63"/>
    <w:rsid w:val="006F209E"/>
    <w:rsid w:val="00727F94"/>
    <w:rsid w:val="007337EB"/>
    <w:rsid w:val="00733A90"/>
    <w:rsid w:val="00745D18"/>
    <w:rsid w:val="00750869"/>
    <w:rsid w:val="00776530"/>
    <w:rsid w:val="00791E8E"/>
    <w:rsid w:val="0079224B"/>
    <w:rsid w:val="007A0109"/>
    <w:rsid w:val="007A115A"/>
    <w:rsid w:val="007A3FC6"/>
    <w:rsid w:val="007B2500"/>
    <w:rsid w:val="007B5688"/>
    <w:rsid w:val="007C2EEC"/>
    <w:rsid w:val="007D61D6"/>
    <w:rsid w:val="007E1B19"/>
    <w:rsid w:val="007E386D"/>
    <w:rsid w:val="007E725D"/>
    <w:rsid w:val="007F3623"/>
    <w:rsid w:val="0081537E"/>
    <w:rsid w:val="00817357"/>
    <w:rsid w:val="00827311"/>
    <w:rsid w:val="00833C77"/>
    <w:rsid w:val="00834BB4"/>
    <w:rsid w:val="00835187"/>
    <w:rsid w:val="00836350"/>
    <w:rsid w:val="00873501"/>
    <w:rsid w:val="00876326"/>
    <w:rsid w:val="0088552B"/>
    <w:rsid w:val="00891BE3"/>
    <w:rsid w:val="00893795"/>
    <w:rsid w:val="008945D9"/>
    <w:rsid w:val="008A1120"/>
    <w:rsid w:val="008C12BE"/>
    <w:rsid w:val="008C52E2"/>
    <w:rsid w:val="008C7584"/>
    <w:rsid w:val="009415CA"/>
    <w:rsid w:val="009706FB"/>
    <w:rsid w:val="009726FB"/>
    <w:rsid w:val="009736BD"/>
    <w:rsid w:val="00977E1C"/>
    <w:rsid w:val="009A4ACC"/>
    <w:rsid w:val="009B4A7B"/>
    <w:rsid w:val="009B4D13"/>
    <w:rsid w:val="009D0BB2"/>
    <w:rsid w:val="009D11A0"/>
    <w:rsid w:val="009D71C1"/>
    <w:rsid w:val="009F2CF0"/>
    <w:rsid w:val="00A0160D"/>
    <w:rsid w:val="00A04690"/>
    <w:rsid w:val="00A2558C"/>
    <w:rsid w:val="00A2686F"/>
    <w:rsid w:val="00A40DD3"/>
    <w:rsid w:val="00A830EB"/>
    <w:rsid w:val="00A8311B"/>
    <w:rsid w:val="00A97773"/>
    <w:rsid w:val="00AB0342"/>
    <w:rsid w:val="00AD1EFE"/>
    <w:rsid w:val="00AD51FC"/>
    <w:rsid w:val="00AD7E56"/>
    <w:rsid w:val="00B01F08"/>
    <w:rsid w:val="00B1095D"/>
    <w:rsid w:val="00B16E8F"/>
    <w:rsid w:val="00B2442F"/>
    <w:rsid w:val="00B30401"/>
    <w:rsid w:val="00B470D8"/>
    <w:rsid w:val="00B51AAC"/>
    <w:rsid w:val="00B53DD7"/>
    <w:rsid w:val="00B5602E"/>
    <w:rsid w:val="00B658F0"/>
    <w:rsid w:val="00B6637D"/>
    <w:rsid w:val="00B67805"/>
    <w:rsid w:val="00BB6664"/>
    <w:rsid w:val="00BB76D0"/>
    <w:rsid w:val="00BC363C"/>
    <w:rsid w:val="00C268A0"/>
    <w:rsid w:val="00C377A0"/>
    <w:rsid w:val="00C57BB1"/>
    <w:rsid w:val="00C62C24"/>
    <w:rsid w:val="00C62D0F"/>
    <w:rsid w:val="00C635B6"/>
    <w:rsid w:val="00C91B8B"/>
    <w:rsid w:val="00CA3570"/>
    <w:rsid w:val="00CA5CBD"/>
    <w:rsid w:val="00CD2A6C"/>
    <w:rsid w:val="00CD6B3D"/>
    <w:rsid w:val="00CE005B"/>
    <w:rsid w:val="00CE1AE1"/>
    <w:rsid w:val="00D0361A"/>
    <w:rsid w:val="00D1150B"/>
    <w:rsid w:val="00D30ADD"/>
    <w:rsid w:val="00D43A0D"/>
    <w:rsid w:val="00D46432"/>
    <w:rsid w:val="00D46867"/>
    <w:rsid w:val="00D47EC2"/>
    <w:rsid w:val="00D526F3"/>
    <w:rsid w:val="00D54517"/>
    <w:rsid w:val="00D57724"/>
    <w:rsid w:val="00D830B9"/>
    <w:rsid w:val="00DA2034"/>
    <w:rsid w:val="00DA7AE7"/>
    <w:rsid w:val="00DC733E"/>
    <w:rsid w:val="00DE5229"/>
    <w:rsid w:val="00DF0C1F"/>
    <w:rsid w:val="00DF57BE"/>
    <w:rsid w:val="00E06500"/>
    <w:rsid w:val="00E413F1"/>
    <w:rsid w:val="00E539C6"/>
    <w:rsid w:val="00E54E8E"/>
    <w:rsid w:val="00E57060"/>
    <w:rsid w:val="00E64D96"/>
    <w:rsid w:val="00E80169"/>
    <w:rsid w:val="00E81ADD"/>
    <w:rsid w:val="00E87616"/>
    <w:rsid w:val="00E90759"/>
    <w:rsid w:val="00E968FB"/>
    <w:rsid w:val="00E97D35"/>
    <w:rsid w:val="00EA5C16"/>
    <w:rsid w:val="00EC18EB"/>
    <w:rsid w:val="00EC6A93"/>
    <w:rsid w:val="00EE184E"/>
    <w:rsid w:val="00EE526B"/>
    <w:rsid w:val="00EF000D"/>
    <w:rsid w:val="00EF074C"/>
    <w:rsid w:val="00F02994"/>
    <w:rsid w:val="00F35E69"/>
    <w:rsid w:val="00F5032F"/>
    <w:rsid w:val="00F50C6E"/>
    <w:rsid w:val="00F545A3"/>
    <w:rsid w:val="00F83EE2"/>
    <w:rsid w:val="00FB1502"/>
    <w:rsid w:val="00FB5706"/>
    <w:rsid w:val="00FB7595"/>
    <w:rsid w:val="00FB7887"/>
    <w:rsid w:val="00FC0E28"/>
    <w:rsid w:val="00FE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paragraph" w:styleId="Poprawka">
    <w:name w:val="Revision"/>
    <w:hidden/>
    <w:uiPriority w:val="99"/>
    <w:semiHidden/>
    <w:rsid w:val="00750869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46540ACB6FF543A2A789FE733787BE" ma:contentTypeVersion="20" ma:contentTypeDescription="Utwórz nowy dokument." ma:contentTypeScope="" ma:versionID="4c251b45b23c12221c4c650f4b553cd8">
  <xsd:schema xmlns:xsd="http://www.w3.org/2001/XMLSchema" xmlns:xs="http://www.w3.org/2001/XMLSchema" xmlns:p="http://schemas.microsoft.com/office/2006/metadata/properties" xmlns:ns2="5693c908-9e4a-4332-a4f0-30963ad3cc0b" xmlns:ns3="51577be6-f562-446c-89b8-693c306e441f" targetNamespace="http://schemas.microsoft.com/office/2006/metadata/properties" ma:root="true" ma:fieldsID="d76e91716265e9e97796811411afde41" ns2:_="" ns3:_="">
    <xsd:import namespace="5693c908-9e4a-4332-a4f0-30963ad3cc0b"/>
    <xsd:import namespace="51577be6-f562-446c-89b8-693c306e4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Rodzajdokumentu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3c908-9e4a-4332-a4f0-30963ad3cc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42002d5-3109-4816-a9a0-01d8e4360f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Rodzajdokumentu" ma:index="25" nillable="true" ma:displayName="Rodzaj dokumentu" ma:format="Dropdown" ma:internalName="Rodzajdokumentu">
      <xsd:simpleType>
        <xsd:restriction base="dms:Choice">
          <xsd:enumeration value="Zamówienia"/>
          <xsd:enumeration value="kwalifikowalność"/>
          <xsd:enumeration value="uczestnicy"/>
          <xsd:enumeration value="wnioski o płatność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77be6-f562-446c-89b8-693c306e4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9ffc8b-77f9-40f5-9d00-bbbde62bf202}" ma:internalName="TaxCatchAll" ma:showField="CatchAllData" ma:web="51577be6-f562-446c-89b8-693c306e44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odzajdokumentu xmlns="5693c908-9e4a-4332-a4f0-30963ad3cc0b" xsi:nil="true"/>
    <lcf76f155ced4ddcb4097134ff3c332f xmlns="5693c908-9e4a-4332-a4f0-30963ad3cc0b">
      <Terms xmlns="http://schemas.microsoft.com/office/infopath/2007/PartnerControls"/>
    </lcf76f155ced4ddcb4097134ff3c332f>
    <TaxCatchAll xmlns="51577be6-f562-446c-89b8-693c306e441f" xsi:nil="true"/>
  </documentManagement>
</p:properties>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C2D8BC9-C965-477A-84C1-69C03BB8CA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3c908-9e4a-4332-a4f0-30963ad3cc0b"/>
    <ds:schemaRef ds:uri="51577be6-f562-446c-89b8-693c306e44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55A123-5329-4601-8FEC-7205E3826D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F5E2BA-8393-400F-91EF-3597DC2ACE16}">
  <ds:schemaRefs>
    <ds:schemaRef ds:uri="http://schemas.microsoft.com/office/2006/metadata/properties"/>
    <ds:schemaRef ds:uri="http://schemas.microsoft.com/office/infopath/2007/PartnerControls"/>
    <ds:schemaRef ds:uri="5693c908-9e4a-4332-a4f0-30963ad3cc0b"/>
    <ds:schemaRef ds:uri="51577be6-f562-446c-89b8-693c306e441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5</TotalTime>
  <Pages>1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Anna Klingsporn-Karge</cp:lastModifiedBy>
  <cp:revision>6</cp:revision>
  <cp:lastPrinted>2023-02-24T08:38:00Z</cp:lastPrinted>
  <dcterms:created xsi:type="dcterms:W3CDTF">2025-08-06T05:58:00Z</dcterms:created>
  <dcterms:modified xsi:type="dcterms:W3CDTF">2025-11-25T14:31:00Z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0x0101002A46540ACB6FF543A2A789FE733787BE</vt:lpwstr>
  </property>
  <property fmtid="{D5CDD505-2E9C-101B-9397-08002B2CF9AE}" pid="3" name="MediaServiceImageTags">
    <vt:lpwstr/>
  </property>
</Properties>
</file>